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62DA7733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4D8673D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FB3CD8">
        <w:rPr>
          <w:rFonts w:ascii="Segoe Print" w:hAnsi="Segoe Print"/>
          <w:b/>
          <w:sz w:val="24"/>
        </w:rPr>
        <w:t>1</w:t>
      </w:r>
      <w:r w:rsidR="008B0A17">
        <w:rPr>
          <w:rFonts w:ascii="Segoe Print" w:hAnsi="Segoe Print"/>
          <w:b/>
          <w:sz w:val="24"/>
        </w:rPr>
        <w:t>6.</w:t>
      </w:r>
      <w:r w:rsidR="0020304D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433946BC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901228" w:rsidRPr="00A06D07" w14:paraId="1F0DD5D9" w14:textId="77777777" w:rsidTr="00F75B57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094D08F0" w14:textId="29FB79E4" w:rsidR="00901228" w:rsidRPr="0070395D" w:rsidRDefault="00847CB4" w:rsidP="0070395D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</w:rPr>
              <w:t xml:space="preserve">Simplify the ratio </w:t>
            </w:r>
            <w:proofErr w:type="gramStart"/>
            <w:r w:rsidR="0088018E">
              <w:rPr>
                <w:rFonts w:ascii="Century Gothic" w:hAnsi="Century Gothic" w:cs="Tahoma"/>
              </w:rPr>
              <w:t>24</w:t>
            </w:r>
            <w:r w:rsidRPr="0070395D">
              <w:rPr>
                <w:rFonts w:ascii="Century Gothic" w:hAnsi="Century Gothic" w:cs="Tahoma"/>
              </w:rPr>
              <w:t xml:space="preserve"> :</w:t>
            </w:r>
            <w:proofErr w:type="gramEnd"/>
            <w:r w:rsidRPr="0070395D">
              <w:rPr>
                <w:rFonts w:ascii="Century Gothic" w:hAnsi="Century Gothic" w:cs="Tahoma"/>
              </w:rPr>
              <w:t xml:space="preserve"> </w:t>
            </w:r>
            <w:r w:rsidR="0088018E">
              <w:rPr>
                <w:rFonts w:ascii="Century Gothic" w:hAnsi="Century Gothic" w:cs="Tahoma"/>
              </w:rPr>
              <w:t>36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901228" w:rsidRPr="0070395D" w:rsidRDefault="00901228" w:rsidP="0070395D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01FACAE5" w:rsidR="00901228" w:rsidRPr="0070395D" w:rsidRDefault="003376C1" w:rsidP="0070395D">
            <w:pPr>
              <w:spacing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7</m:t>
                  </m:r>
                </m:num>
                <m:den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20</m:t>
                  </m:r>
                </m:den>
              </m:f>
              <m:r>
                <w:rPr>
                  <w:rFonts w:ascii="Cambria Math" w:hAnsi="Cambria Math" w:cs="Tahoma"/>
                </w:rPr>
                <m:t xml:space="preserve"> </m:t>
              </m:r>
            </m:oMath>
            <w:r w:rsidRPr="0070395D">
              <w:rPr>
                <w:rFonts w:ascii="Century Gothic" w:eastAsiaTheme="minorEastAsia" w:hAnsi="Century Gothic" w:cs="Tahoma"/>
              </w:rPr>
              <w:t>as a percentage</w:t>
            </w:r>
          </w:p>
        </w:tc>
      </w:tr>
      <w:tr w:rsidR="00901228" w:rsidRPr="00A06D07" w14:paraId="2FAB904D" w14:textId="77777777" w:rsidTr="003746A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01954929" w14:textId="77777777" w:rsidR="00955F4B" w:rsidRPr="0070395D" w:rsidRDefault="00955F4B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>Find the probability of getting a 3:</w:t>
            </w:r>
          </w:p>
          <w:p w14:paraId="57245E7E" w14:textId="77777777" w:rsidR="00955F4B" w:rsidRPr="0070395D" w:rsidRDefault="00955F4B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724"/>
              <w:gridCol w:w="725"/>
              <w:gridCol w:w="724"/>
              <w:gridCol w:w="725"/>
            </w:tblGrid>
            <w:tr w:rsidR="00A74586" w:rsidRPr="0070395D" w14:paraId="1CF05073" w14:textId="77777777" w:rsidTr="00437093">
              <w:trPr>
                <w:trHeight w:val="289"/>
              </w:trPr>
              <w:tc>
                <w:tcPr>
                  <w:tcW w:w="724" w:type="dxa"/>
                </w:tcPr>
                <w:p w14:paraId="2949F53F" w14:textId="5A72E6BC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No.</w:t>
                  </w:r>
                </w:p>
              </w:tc>
              <w:tc>
                <w:tcPr>
                  <w:tcW w:w="724" w:type="dxa"/>
                  <w:vAlign w:val="center"/>
                </w:tcPr>
                <w:p w14:paraId="15523F4A" w14:textId="36445321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25" w:type="dxa"/>
                  <w:vAlign w:val="center"/>
                </w:tcPr>
                <w:p w14:paraId="0F52C5B7" w14:textId="0FC85425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24" w:type="dxa"/>
                  <w:vAlign w:val="center"/>
                </w:tcPr>
                <w:p w14:paraId="7577AA0F" w14:textId="1F99DD48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14:paraId="0AC40494" w14:textId="3DC51D66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A74586" w:rsidRPr="0070395D" w14:paraId="3093BCE1" w14:textId="77777777" w:rsidTr="00437093">
              <w:trPr>
                <w:trHeight w:val="289"/>
              </w:trPr>
              <w:tc>
                <w:tcPr>
                  <w:tcW w:w="724" w:type="dxa"/>
                </w:tcPr>
                <w:p w14:paraId="4A4B0579" w14:textId="49A34D3E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A74586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24" w:type="dxa"/>
                  <w:vAlign w:val="center"/>
                </w:tcPr>
                <w:p w14:paraId="3B1DC78D" w14:textId="472C9810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</w:t>
                  </w:r>
                  <w:r w:rsidR="00662FA2">
                    <w:rPr>
                      <w:rFonts w:ascii="Century Gothic" w:hAnsi="Century Gothic" w:cs="Tahoma"/>
                    </w:rPr>
                    <w:t>0</w:t>
                  </w:r>
                  <w:r w:rsidRPr="00A74586">
                    <w:rPr>
                      <w:rFonts w:ascii="Century Gothic" w:hAnsi="Century Gothic" w:cs="Tahoma"/>
                    </w:rPr>
                    <w:t>5</w:t>
                  </w:r>
                </w:p>
              </w:tc>
              <w:tc>
                <w:tcPr>
                  <w:tcW w:w="725" w:type="dxa"/>
                  <w:vAlign w:val="center"/>
                </w:tcPr>
                <w:p w14:paraId="007D48D7" w14:textId="5A57443E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0.3</w:t>
                  </w:r>
                </w:p>
              </w:tc>
              <w:tc>
                <w:tcPr>
                  <w:tcW w:w="724" w:type="dxa"/>
                  <w:vAlign w:val="center"/>
                </w:tcPr>
                <w:p w14:paraId="616000B3" w14:textId="77777777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14:paraId="3B07AD65" w14:textId="528F80F5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0.1</w:t>
                  </w:r>
                </w:p>
              </w:tc>
            </w:tr>
          </w:tbl>
          <w:p w14:paraId="719DAC3F" w14:textId="3B0E6B70" w:rsidR="008D5C13" w:rsidRPr="0070395D" w:rsidRDefault="008D5C13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</w:p>
          <w:p w14:paraId="3845EB95" w14:textId="55FD4DC7" w:rsidR="00901228" w:rsidRPr="0070395D" w:rsidRDefault="00901228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901228" w:rsidRPr="0070395D" w:rsidRDefault="00901228" w:rsidP="0070395D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1B14D746" w:rsidR="00633A9B" w:rsidRPr="0070395D" w:rsidRDefault="00633A9B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C29BE" w:rsidRPr="0070395D"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70395D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EF7014" w14:textId="4B5D958A" w:rsidR="00901228" w:rsidRPr="0070395D" w:rsidRDefault="003D2767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603EA6A6" wp14:editId="5E8C0E23">
                  <wp:extent cx="1092835" cy="135382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835" cy="135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6A9" w:rsidRPr="00A06D07" w14:paraId="44B9DE2A" w14:textId="77777777" w:rsidTr="0070395D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3746A9" w:rsidRPr="00A06D07" w:rsidRDefault="003746A9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014AE195" w14:textId="3EE7DDC2" w:rsidR="003746A9" w:rsidRPr="0070395D" w:rsidRDefault="00C60271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 xml:space="preserve">Sketch the construction of the </w:t>
            </w:r>
            <w:r w:rsidR="00D24655" w:rsidRPr="00D24655">
              <w:rPr>
                <w:rFonts w:ascii="Century Gothic" w:hAnsi="Century Gothic" w:cs="Tahoma"/>
              </w:rPr>
              <w:t>angle bisector:</w:t>
            </w: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49831498" w14:textId="721BBBD6" w:rsidR="003746A9" w:rsidRPr="0070395D" w:rsidRDefault="000A7C28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27ACC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37088" behindDoc="0" locked="0" layoutInCell="1" allowOverlap="1" wp14:anchorId="1B6D59DE" wp14:editId="079CC24B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09C92E2D" wp14:editId="0E0E9304">
                      <wp:simplePos x="0" y="0"/>
                      <wp:positionH relativeFrom="column">
                        <wp:posOffset>256729</wp:posOffset>
                      </wp:positionH>
                      <wp:positionV relativeFrom="paragraph">
                        <wp:posOffset>169261</wp:posOffset>
                      </wp:positionV>
                      <wp:extent cx="1540565" cy="1232452"/>
                      <wp:effectExtent l="0" t="0" r="21590" b="25400"/>
                      <wp:wrapNone/>
                      <wp:docPr id="27" name="Freeform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0565" cy="1232452"/>
                              </a:xfrm>
                              <a:custGeom>
                                <a:avLst/>
                                <a:gdLst>
                                  <a:gd name="connsiteX0" fmla="*/ 1540565 w 1540565"/>
                                  <a:gd name="connsiteY0" fmla="*/ 0 h 1232452"/>
                                  <a:gd name="connsiteX1" fmla="*/ 0 w 1540565"/>
                                  <a:gd name="connsiteY1" fmla="*/ 467139 h 1232452"/>
                                  <a:gd name="connsiteX2" fmla="*/ 1421295 w 1540565"/>
                                  <a:gd name="connsiteY2" fmla="*/ 1232452 h 12324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540565" h="1232452">
                                    <a:moveTo>
                                      <a:pt x="1540565" y="0"/>
                                    </a:moveTo>
                                    <a:lnTo>
                                      <a:pt x="0" y="467139"/>
                                    </a:lnTo>
                                    <a:lnTo>
                                      <a:pt x="1421295" y="1232452"/>
                                    </a:ln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93215A" id="Freeform 27" o:spid="_x0000_s1026" style="position:absolute;margin-left:20.2pt;margin-top:13.35pt;width:121.3pt;height:97.0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0565,123245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" path="m1540565,l,467139r1421295,765313e" filled="f" strokecolor="#243f60 [1604]" strokeweight="2pt">
                      <v:path arrowok="t" o:connecttype="custom" o:connectlocs="1540565,0;0,467139;1421295,1232452" o:connectangles="0,0,0"/>
                    </v:shape>
                  </w:pict>
                </mc:Fallback>
              </mc:AlternateContent>
            </w:r>
          </w:p>
        </w:tc>
      </w:tr>
    </w:tbl>
    <w:p w14:paraId="285034C3" w14:textId="77777777" w:rsidR="000A7C28" w:rsidRDefault="00437093" w:rsidP="000A7C28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66784" behindDoc="0" locked="0" layoutInCell="1" allowOverlap="1" wp14:anchorId="74CAAA58" wp14:editId="1F8C8B78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7" name="Picture 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="000A7C28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89312" behindDoc="0" locked="0" layoutInCell="1" allowOverlap="1" wp14:anchorId="2D9AA378" wp14:editId="207DF6A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3" name="Picture 3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C28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88288" behindDoc="0" locked="0" layoutInCell="1" allowOverlap="1" wp14:anchorId="1B6B55A2" wp14:editId="7FC0E4D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4" name="Picture 3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C28" w:rsidRPr="00525119">
        <w:rPr>
          <w:rFonts w:ascii="Kristen ITC" w:hAnsi="Kristen ITC"/>
          <w:b/>
        </w:rPr>
        <w:t xml:space="preserve"> </w:t>
      </w:r>
      <w:r w:rsidR="000A7C28" w:rsidRPr="0090117B">
        <w:rPr>
          <w:rFonts w:ascii="Segoe Print" w:hAnsi="Segoe Print"/>
          <w:b/>
          <w:sz w:val="24"/>
        </w:rPr>
        <w:t xml:space="preserve">BBQ </w:t>
      </w:r>
      <w:r w:rsidR="000A7C28">
        <w:rPr>
          <w:rFonts w:ascii="Segoe Print" w:hAnsi="Segoe Print"/>
          <w:b/>
          <w:sz w:val="24"/>
        </w:rPr>
        <w:t>16.3</w:t>
      </w:r>
      <w:r w:rsidR="000A7C28" w:rsidRPr="0090117B">
        <w:rPr>
          <w:rFonts w:ascii="Segoe Print" w:hAnsi="Segoe Print"/>
          <w:b/>
          <w:sz w:val="24"/>
        </w:rPr>
        <w:t xml:space="preserve"> FOUNDATION</w:t>
      </w:r>
      <w:r w:rsidR="000A7C28">
        <w:rPr>
          <w:rFonts w:ascii="Segoe Print" w:hAnsi="Segoe Print"/>
          <w:b/>
          <w:sz w:val="24"/>
        </w:rPr>
        <w:tab/>
      </w:r>
      <w:r w:rsidR="000A7C28">
        <w:rPr>
          <w:rFonts w:ascii="Segoe Print" w:hAnsi="Segoe Print"/>
          <w:b/>
          <w:sz w:val="24"/>
        </w:rPr>
        <w:tab/>
      </w:r>
      <w:r w:rsidR="000A7C28">
        <w:rPr>
          <w:rFonts w:ascii="Segoe Print" w:hAnsi="Segoe Print"/>
          <w:b/>
          <w:sz w:val="24"/>
        </w:rPr>
        <w:tab/>
      </w:r>
      <w:r w:rsidR="000A7C28">
        <w:rPr>
          <w:rFonts w:ascii="Segoe Print" w:hAnsi="Segoe Print"/>
          <w:b/>
          <w:sz w:val="24"/>
        </w:rPr>
        <w:tab/>
      </w:r>
      <w:r w:rsidR="000A7C28">
        <w:rPr>
          <w:rFonts w:ascii="Segoe Print" w:hAnsi="Segoe Print"/>
          <w:b/>
          <w:sz w:val="24"/>
        </w:rPr>
        <w:tab/>
        <w:t>CALCULATOR ALLOWED</w:t>
      </w:r>
    </w:p>
    <w:p w14:paraId="2804D44A" w14:textId="77777777" w:rsidR="000A7C28" w:rsidRDefault="000A7C28" w:rsidP="000A7C28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0A7C28" w:rsidRPr="00A06D07" w14:paraId="18062609" w14:textId="77777777" w:rsidTr="00EA5960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5C50DE3E" w14:textId="77777777" w:rsidR="000A7C28" w:rsidRPr="00A06D07" w:rsidRDefault="000A7C28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256AD5AE" w14:textId="77777777" w:rsidR="000A7C28" w:rsidRPr="0070395D" w:rsidRDefault="000A7C28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</w:rPr>
              <w:t xml:space="preserve">Simplify the ratio </w:t>
            </w:r>
            <w:proofErr w:type="gramStart"/>
            <w:r>
              <w:rPr>
                <w:rFonts w:ascii="Century Gothic" w:hAnsi="Century Gothic" w:cs="Tahoma"/>
              </w:rPr>
              <w:t>24</w:t>
            </w:r>
            <w:r w:rsidRPr="0070395D">
              <w:rPr>
                <w:rFonts w:ascii="Century Gothic" w:hAnsi="Century Gothic" w:cs="Tahoma"/>
              </w:rPr>
              <w:t xml:space="preserve"> :</w:t>
            </w:r>
            <w:proofErr w:type="gramEnd"/>
            <w:r w:rsidRPr="0070395D">
              <w:rPr>
                <w:rFonts w:ascii="Century Gothic" w:hAnsi="Century Gothic" w:cs="Tahoma"/>
              </w:rPr>
              <w:t xml:space="preserve"> </w:t>
            </w:r>
            <w:r>
              <w:rPr>
                <w:rFonts w:ascii="Century Gothic" w:hAnsi="Century Gothic" w:cs="Tahoma"/>
              </w:rPr>
              <w:t>36</w:t>
            </w:r>
          </w:p>
        </w:tc>
        <w:tc>
          <w:tcPr>
            <w:tcW w:w="425" w:type="dxa"/>
            <w:tcBorders>
              <w:right w:val="nil"/>
            </w:tcBorders>
          </w:tcPr>
          <w:p w14:paraId="0E942FEF" w14:textId="77777777" w:rsidR="000A7C28" w:rsidRPr="0070395D" w:rsidRDefault="000A7C28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65FF8E62" w14:textId="77777777" w:rsidR="000A7C28" w:rsidRPr="0070395D" w:rsidRDefault="000A7C28" w:rsidP="00EA5960">
            <w:pPr>
              <w:spacing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7</m:t>
                  </m:r>
                </m:num>
                <m:den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20</m:t>
                  </m:r>
                </m:den>
              </m:f>
              <m:r>
                <w:rPr>
                  <w:rFonts w:ascii="Cambria Math" w:hAnsi="Cambria Math" w:cs="Tahoma"/>
                </w:rPr>
                <m:t xml:space="preserve"> </m:t>
              </m:r>
            </m:oMath>
            <w:r w:rsidRPr="0070395D">
              <w:rPr>
                <w:rFonts w:ascii="Century Gothic" w:eastAsiaTheme="minorEastAsia" w:hAnsi="Century Gothic" w:cs="Tahoma"/>
              </w:rPr>
              <w:t>as a percentage</w:t>
            </w:r>
          </w:p>
        </w:tc>
      </w:tr>
      <w:tr w:rsidR="000A7C28" w:rsidRPr="00A06D07" w14:paraId="5A7A5DF7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EEDF858" w14:textId="77777777" w:rsidR="000A7C28" w:rsidRPr="00A06D07" w:rsidRDefault="000A7C28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4A5D0FF9" w14:textId="77777777" w:rsidR="000A7C28" w:rsidRPr="0070395D" w:rsidRDefault="000A7C28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>Find the probability of getting a 3:</w:t>
            </w:r>
          </w:p>
          <w:p w14:paraId="6F3AB2A6" w14:textId="77777777" w:rsidR="000A7C28" w:rsidRPr="0070395D" w:rsidRDefault="000A7C28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724"/>
              <w:gridCol w:w="725"/>
              <w:gridCol w:w="724"/>
              <w:gridCol w:w="725"/>
            </w:tblGrid>
            <w:tr w:rsidR="000A7C28" w:rsidRPr="0070395D" w14:paraId="7D90E80E" w14:textId="77777777" w:rsidTr="00EA5960">
              <w:trPr>
                <w:trHeight w:val="289"/>
              </w:trPr>
              <w:tc>
                <w:tcPr>
                  <w:tcW w:w="724" w:type="dxa"/>
                </w:tcPr>
                <w:p w14:paraId="39E4796D" w14:textId="77777777" w:rsidR="000A7C28" w:rsidRPr="00A74586" w:rsidRDefault="000A7C28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No.</w:t>
                  </w:r>
                </w:p>
              </w:tc>
              <w:tc>
                <w:tcPr>
                  <w:tcW w:w="724" w:type="dxa"/>
                  <w:vAlign w:val="center"/>
                </w:tcPr>
                <w:p w14:paraId="0D130C77" w14:textId="77777777" w:rsidR="000A7C28" w:rsidRPr="00A74586" w:rsidRDefault="000A7C28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25" w:type="dxa"/>
                  <w:vAlign w:val="center"/>
                </w:tcPr>
                <w:p w14:paraId="2ED1D7BF" w14:textId="77777777" w:rsidR="000A7C28" w:rsidRPr="00A74586" w:rsidRDefault="000A7C28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24" w:type="dxa"/>
                  <w:vAlign w:val="center"/>
                </w:tcPr>
                <w:p w14:paraId="434E7BCD" w14:textId="77777777" w:rsidR="000A7C28" w:rsidRPr="00A74586" w:rsidRDefault="000A7C28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14:paraId="34F030E7" w14:textId="77777777" w:rsidR="000A7C28" w:rsidRPr="00A74586" w:rsidRDefault="000A7C28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0A7C28" w:rsidRPr="0070395D" w14:paraId="24A5F98C" w14:textId="77777777" w:rsidTr="00EA5960">
              <w:trPr>
                <w:trHeight w:val="289"/>
              </w:trPr>
              <w:tc>
                <w:tcPr>
                  <w:tcW w:w="724" w:type="dxa"/>
                </w:tcPr>
                <w:p w14:paraId="3B234EA2" w14:textId="77777777" w:rsidR="000A7C28" w:rsidRPr="00A74586" w:rsidRDefault="000A7C28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A74586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24" w:type="dxa"/>
                  <w:vAlign w:val="center"/>
                </w:tcPr>
                <w:p w14:paraId="548C65E8" w14:textId="77777777" w:rsidR="000A7C28" w:rsidRPr="00A74586" w:rsidRDefault="000A7C28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</w:t>
                  </w:r>
                  <w:r>
                    <w:rPr>
                      <w:rFonts w:ascii="Century Gothic" w:hAnsi="Century Gothic" w:cs="Tahoma"/>
                    </w:rPr>
                    <w:t>0</w:t>
                  </w:r>
                  <w:r w:rsidRPr="00A74586">
                    <w:rPr>
                      <w:rFonts w:ascii="Century Gothic" w:hAnsi="Century Gothic" w:cs="Tahoma"/>
                    </w:rPr>
                    <w:t>5</w:t>
                  </w:r>
                </w:p>
              </w:tc>
              <w:tc>
                <w:tcPr>
                  <w:tcW w:w="725" w:type="dxa"/>
                  <w:vAlign w:val="center"/>
                </w:tcPr>
                <w:p w14:paraId="292E52F1" w14:textId="77777777" w:rsidR="000A7C28" w:rsidRPr="00A74586" w:rsidRDefault="000A7C28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0.3</w:t>
                  </w:r>
                </w:p>
              </w:tc>
              <w:tc>
                <w:tcPr>
                  <w:tcW w:w="724" w:type="dxa"/>
                  <w:vAlign w:val="center"/>
                </w:tcPr>
                <w:p w14:paraId="7130C356" w14:textId="77777777" w:rsidR="000A7C28" w:rsidRPr="00A74586" w:rsidRDefault="000A7C28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14:paraId="76C2A7A2" w14:textId="77777777" w:rsidR="000A7C28" w:rsidRPr="00A74586" w:rsidRDefault="000A7C28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0.1</w:t>
                  </w:r>
                </w:p>
              </w:tc>
            </w:tr>
          </w:tbl>
          <w:p w14:paraId="0E6347E7" w14:textId="77777777" w:rsidR="000A7C28" w:rsidRPr="0070395D" w:rsidRDefault="000A7C28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  <w:p w14:paraId="11CA2CCE" w14:textId="77777777" w:rsidR="000A7C28" w:rsidRPr="0070395D" w:rsidRDefault="000A7C28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425A40B" w14:textId="77777777" w:rsidR="000A7C28" w:rsidRPr="0070395D" w:rsidRDefault="000A7C28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0312FF3C" w14:textId="77777777" w:rsidR="000A7C28" w:rsidRPr="0070395D" w:rsidRDefault="000A7C28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  <w:noProof/>
                <w:lang w:eastAsia="en-GB"/>
              </w:rPr>
              <w:t>Work out the missing angle.</w:t>
            </w:r>
          </w:p>
          <w:p w14:paraId="0AD64DFB" w14:textId="77777777" w:rsidR="000A7C28" w:rsidRPr="0070395D" w:rsidRDefault="000A7C28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261806C4" wp14:editId="02C84E05">
                  <wp:extent cx="1092835" cy="135382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835" cy="135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C28" w:rsidRPr="00A06D07" w14:paraId="1271AA30" w14:textId="77777777" w:rsidTr="00EA5960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2373BE04" w14:textId="77777777" w:rsidR="000A7C28" w:rsidRPr="00A06D07" w:rsidRDefault="000A7C28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2A4D5C39" w14:textId="77777777" w:rsidR="000A7C28" w:rsidRPr="0070395D" w:rsidRDefault="000A7C28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 xml:space="preserve">Sketch the construction of the </w:t>
            </w:r>
            <w:r w:rsidRPr="00D24655">
              <w:rPr>
                <w:rFonts w:ascii="Century Gothic" w:hAnsi="Century Gothic" w:cs="Tahoma"/>
              </w:rPr>
              <w:t>angle bisector:</w:t>
            </w: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74D7B618" w14:textId="77777777" w:rsidR="000A7C28" w:rsidRPr="0070395D" w:rsidRDefault="000A7C28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27ACC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90336" behindDoc="0" locked="0" layoutInCell="1" allowOverlap="1" wp14:anchorId="5965CDDD" wp14:editId="31976C08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9184A19" wp14:editId="53DF56BB">
                      <wp:simplePos x="0" y="0"/>
                      <wp:positionH relativeFrom="column">
                        <wp:posOffset>256729</wp:posOffset>
                      </wp:positionH>
                      <wp:positionV relativeFrom="paragraph">
                        <wp:posOffset>169261</wp:posOffset>
                      </wp:positionV>
                      <wp:extent cx="1540565" cy="1232452"/>
                      <wp:effectExtent l="0" t="0" r="21590" b="25400"/>
                      <wp:wrapNone/>
                      <wp:docPr id="32" name="Freeform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0565" cy="1232452"/>
                              </a:xfrm>
                              <a:custGeom>
                                <a:avLst/>
                                <a:gdLst>
                                  <a:gd name="connsiteX0" fmla="*/ 1540565 w 1540565"/>
                                  <a:gd name="connsiteY0" fmla="*/ 0 h 1232452"/>
                                  <a:gd name="connsiteX1" fmla="*/ 0 w 1540565"/>
                                  <a:gd name="connsiteY1" fmla="*/ 467139 h 1232452"/>
                                  <a:gd name="connsiteX2" fmla="*/ 1421295 w 1540565"/>
                                  <a:gd name="connsiteY2" fmla="*/ 1232452 h 12324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540565" h="1232452">
                                    <a:moveTo>
                                      <a:pt x="1540565" y="0"/>
                                    </a:moveTo>
                                    <a:lnTo>
                                      <a:pt x="0" y="467139"/>
                                    </a:lnTo>
                                    <a:lnTo>
                                      <a:pt x="1421295" y="1232452"/>
                                    </a:ln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37AB86" id="Freeform 32" o:spid="_x0000_s1026" style="position:absolute;margin-left:20.2pt;margin-top:13.35pt;width:121.3pt;height:97.0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0565,123245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" path="m1540565,l,467139r1421295,765313e" filled="f" strokecolor="#243f60 [1604]" strokeweight="2pt">
                      <v:path arrowok="t" o:connecttype="custom" o:connectlocs="1540565,0;0,467139;1421295,1232452" o:connectangles="0,0,0"/>
                    </v:shape>
                  </w:pict>
                </mc:Fallback>
              </mc:AlternateContent>
            </w:r>
          </w:p>
        </w:tc>
      </w:tr>
    </w:tbl>
    <w:p w14:paraId="39932521" w14:textId="06DC8F12" w:rsidR="00437093" w:rsidRDefault="00437093" w:rsidP="000A7C28">
      <w:pPr>
        <w:spacing w:after="120"/>
        <w:rPr>
          <w:rFonts w:ascii="Kristen ITC" w:hAnsi="Kristen ITC"/>
          <w:b/>
        </w:rPr>
      </w:pPr>
    </w:p>
    <w:sectPr w:rsidR="00437093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826B9"/>
    <w:rsid w:val="00083325"/>
    <w:rsid w:val="000A43CA"/>
    <w:rsid w:val="000A63AF"/>
    <w:rsid w:val="000A7C28"/>
    <w:rsid w:val="000B2B5E"/>
    <w:rsid w:val="000B420F"/>
    <w:rsid w:val="000B4287"/>
    <w:rsid w:val="000B5390"/>
    <w:rsid w:val="000C29BE"/>
    <w:rsid w:val="000C4C58"/>
    <w:rsid w:val="000D754C"/>
    <w:rsid w:val="000F6BFE"/>
    <w:rsid w:val="0010697E"/>
    <w:rsid w:val="001274D6"/>
    <w:rsid w:val="001279F5"/>
    <w:rsid w:val="00130352"/>
    <w:rsid w:val="00143BE1"/>
    <w:rsid w:val="00150843"/>
    <w:rsid w:val="001826A9"/>
    <w:rsid w:val="00186A03"/>
    <w:rsid w:val="00187009"/>
    <w:rsid w:val="00194026"/>
    <w:rsid w:val="001A1D1C"/>
    <w:rsid w:val="001A6603"/>
    <w:rsid w:val="001A68F7"/>
    <w:rsid w:val="001D484E"/>
    <w:rsid w:val="001E23CA"/>
    <w:rsid w:val="001E511C"/>
    <w:rsid w:val="0020304D"/>
    <w:rsid w:val="00213253"/>
    <w:rsid w:val="00213C21"/>
    <w:rsid w:val="00214677"/>
    <w:rsid w:val="00285B36"/>
    <w:rsid w:val="00292BBA"/>
    <w:rsid w:val="00293A17"/>
    <w:rsid w:val="00293BEA"/>
    <w:rsid w:val="00296DE9"/>
    <w:rsid w:val="002B63A6"/>
    <w:rsid w:val="002C69D4"/>
    <w:rsid w:val="002D1978"/>
    <w:rsid w:val="002D25E6"/>
    <w:rsid w:val="002D4D8B"/>
    <w:rsid w:val="002D5D86"/>
    <w:rsid w:val="002E3F24"/>
    <w:rsid w:val="00304404"/>
    <w:rsid w:val="0031452F"/>
    <w:rsid w:val="003201EB"/>
    <w:rsid w:val="00325E6D"/>
    <w:rsid w:val="00327C60"/>
    <w:rsid w:val="00333535"/>
    <w:rsid w:val="003376C1"/>
    <w:rsid w:val="00347394"/>
    <w:rsid w:val="00355931"/>
    <w:rsid w:val="003746A9"/>
    <w:rsid w:val="0037571F"/>
    <w:rsid w:val="003D2767"/>
    <w:rsid w:val="003E68F7"/>
    <w:rsid w:val="003F51D8"/>
    <w:rsid w:val="004015EA"/>
    <w:rsid w:val="0040790B"/>
    <w:rsid w:val="00436C34"/>
    <w:rsid w:val="00437093"/>
    <w:rsid w:val="00450FDD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71E9"/>
    <w:rsid w:val="00561D0D"/>
    <w:rsid w:val="00575446"/>
    <w:rsid w:val="00580957"/>
    <w:rsid w:val="00595258"/>
    <w:rsid w:val="005C147F"/>
    <w:rsid w:val="005C5905"/>
    <w:rsid w:val="005D29ED"/>
    <w:rsid w:val="005D4827"/>
    <w:rsid w:val="005E1266"/>
    <w:rsid w:val="005E467E"/>
    <w:rsid w:val="005E469A"/>
    <w:rsid w:val="006011C8"/>
    <w:rsid w:val="00601A47"/>
    <w:rsid w:val="00603453"/>
    <w:rsid w:val="00615611"/>
    <w:rsid w:val="00633A9B"/>
    <w:rsid w:val="0064471D"/>
    <w:rsid w:val="006526CC"/>
    <w:rsid w:val="00652D59"/>
    <w:rsid w:val="00662FA2"/>
    <w:rsid w:val="00666176"/>
    <w:rsid w:val="00674C3D"/>
    <w:rsid w:val="006866A3"/>
    <w:rsid w:val="006C37A5"/>
    <w:rsid w:val="006C37E5"/>
    <w:rsid w:val="006C5C00"/>
    <w:rsid w:val="006D1E8E"/>
    <w:rsid w:val="006E5C4D"/>
    <w:rsid w:val="006F185A"/>
    <w:rsid w:val="0070395D"/>
    <w:rsid w:val="00705472"/>
    <w:rsid w:val="00712C99"/>
    <w:rsid w:val="00714102"/>
    <w:rsid w:val="00727B2C"/>
    <w:rsid w:val="00751081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31D41"/>
    <w:rsid w:val="00840927"/>
    <w:rsid w:val="00847CB4"/>
    <w:rsid w:val="00857220"/>
    <w:rsid w:val="008612B7"/>
    <w:rsid w:val="0087251A"/>
    <w:rsid w:val="00876A8E"/>
    <w:rsid w:val="0088018E"/>
    <w:rsid w:val="00884433"/>
    <w:rsid w:val="008B0A17"/>
    <w:rsid w:val="008B0E29"/>
    <w:rsid w:val="008B5103"/>
    <w:rsid w:val="008D5C13"/>
    <w:rsid w:val="008D76D7"/>
    <w:rsid w:val="008E29DA"/>
    <w:rsid w:val="0090117B"/>
    <w:rsid w:val="00901228"/>
    <w:rsid w:val="009118B1"/>
    <w:rsid w:val="0094070B"/>
    <w:rsid w:val="0095325A"/>
    <w:rsid w:val="00955F4B"/>
    <w:rsid w:val="00971AEF"/>
    <w:rsid w:val="0098373C"/>
    <w:rsid w:val="0099142F"/>
    <w:rsid w:val="00995392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6BD1"/>
    <w:rsid w:val="009D6D4A"/>
    <w:rsid w:val="00A06D07"/>
    <w:rsid w:val="00A13034"/>
    <w:rsid w:val="00A15BBF"/>
    <w:rsid w:val="00A458C3"/>
    <w:rsid w:val="00A7076D"/>
    <w:rsid w:val="00A72B2C"/>
    <w:rsid w:val="00A74586"/>
    <w:rsid w:val="00A81955"/>
    <w:rsid w:val="00AB54E4"/>
    <w:rsid w:val="00AD04E8"/>
    <w:rsid w:val="00AD1307"/>
    <w:rsid w:val="00AD3264"/>
    <w:rsid w:val="00AD3C1A"/>
    <w:rsid w:val="00B07CF2"/>
    <w:rsid w:val="00B109EA"/>
    <w:rsid w:val="00B4333B"/>
    <w:rsid w:val="00B5418F"/>
    <w:rsid w:val="00B72752"/>
    <w:rsid w:val="00B8569F"/>
    <w:rsid w:val="00B94DA2"/>
    <w:rsid w:val="00B96458"/>
    <w:rsid w:val="00BA1603"/>
    <w:rsid w:val="00BA2BBF"/>
    <w:rsid w:val="00BA7CD3"/>
    <w:rsid w:val="00BB35EA"/>
    <w:rsid w:val="00BD3C7E"/>
    <w:rsid w:val="00BE22E8"/>
    <w:rsid w:val="00BE7AC9"/>
    <w:rsid w:val="00BF0AC1"/>
    <w:rsid w:val="00BF358F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60271"/>
    <w:rsid w:val="00C77447"/>
    <w:rsid w:val="00C9225A"/>
    <w:rsid w:val="00CA75E9"/>
    <w:rsid w:val="00CF24C6"/>
    <w:rsid w:val="00D017AE"/>
    <w:rsid w:val="00D142ED"/>
    <w:rsid w:val="00D14B22"/>
    <w:rsid w:val="00D239A9"/>
    <w:rsid w:val="00D24655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7ACC"/>
    <w:rsid w:val="00E30CD6"/>
    <w:rsid w:val="00E33C5E"/>
    <w:rsid w:val="00E3559C"/>
    <w:rsid w:val="00E7749A"/>
    <w:rsid w:val="00E86CC7"/>
    <w:rsid w:val="00E907F4"/>
    <w:rsid w:val="00E9577D"/>
    <w:rsid w:val="00E96E36"/>
    <w:rsid w:val="00EB1911"/>
    <w:rsid w:val="00EB65D1"/>
    <w:rsid w:val="00EC0572"/>
    <w:rsid w:val="00EC4CCA"/>
    <w:rsid w:val="00EF692F"/>
    <w:rsid w:val="00F11D9B"/>
    <w:rsid w:val="00F21F8D"/>
    <w:rsid w:val="00F303CE"/>
    <w:rsid w:val="00F3678B"/>
    <w:rsid w:val="00F6389A"/>
    <w:rsid w:val="00F67891"/>
    <w:rsid w:val="00F75B57"/>
    <w:rsid w:val="00F80B7D"/>
    <w:rsid w:val="00F8416B"/>
    <w:rsid w:val="00FA673D"/>
    <w:rsid w:val="00FB0E81"/>
    <w:rsid w:val="00FB3CD8"/>
    <w:rsid w:val="00FC470D"/>
    <w:rsid w:val="00F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2019-05-30T18:18:00Z</dcterms:created>
  <dcterms:modified xsi:type="dcterms:W3CDTF">2019-05-30T18:20:00Z</dcterms:modified>
</cp:coreProperties>
</file>